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66C325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090136">
        <w:rPr>
          <w:rStyle w:val="Strong"/>
          <w:rFonts w:asciiTheme="minorHAnsi" w:hAnsiTheme="minorHAnsi" w:cstheme="minorHAnsi"/>
          <w:lang w:val="en-GB"/>
        </w:rPr>
        <w:t>25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090136">
        <w:rPr>
          <w:rStyle w:val="Strong"/>
          <w:rFonts w:asciiTheme="minorHAnsi" w:hAnsiTheme="minorHAnsi" w:cstheme="minorHAnsi"/>
          <w:lang w:val="en-GB"/>
        </w:rPr>
        <w:t>G004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90136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F5206D2" w:rsidR="00B0293A" w:rsidRPr="00532E97" w:rsidRDefault="00C8147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16/11/2023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641B2A9" w:rsidR="00B0293A" w:rsidRPr="00CB6DDC" w:rsidRDefault="00C8147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17/11/2023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21C1A37" w:rsidR="00B0293A" w:rsidRPr="00251A4B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20/11/2023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A5E6FD3" w:rsidR="00B0293A" w:rsidRPr="00CB6DDC" w:rsidRDefault="004B2BB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20</w:t>
            </w:r>
            <w:r w:rsidR="00C81473">
              <w:rPr>
                <w:rFonts w:ascii="Calibri" w:hAnsi="Calibri"/>
                <w:szCs w:val="20"/>
                <w:highlight w:val="yellow"/>
              </w:rPr>
              <w:t>/11/2023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196671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  <w:r w:rsidR="00545882">
              <w:rPr>
                <w:rFonts w:ascii="Calibri" w:hAnsi="Calibri"/>
                <w:szCs w:val="20"/>
                <w:highlight w:val="yellow"/>
              </w:rPr>
              <w:t xml:space="preserve">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867D377" w:rsidR="00B0293A" w:rsidRPr="00532E97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22/11/2023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6A57C69" w:rsidR="00B0293A" w:rsidRPr="00532E97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23/11/2023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7589E10" w:rsidR="00B0293A" w:rsidRPr="00532E97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377594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B72BD8A" w:rsidR="00B0293A" w:rsidRPr="00532E97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5C33720" w:rsidR="00B0293A" w:rsidRPr="00532E97" w:rsidRDefault="00C8147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08/12/2023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8E46" w14:textId="77777777" w:rsidR="00747598" w:rsidRDefault="00747598">
      <w:r>
        <w:separator/>
      </w:r>
    </w:p>
  </w:endnote>
  <w:endnote w:type="continuationSeparator" w:id="0">
    <w:p w14:paraId="119C7799" w14:textId="77777777" w:rsidR="00747598" w:rsidRDefault="00747598">
      <w:r>
        <w:continuationSeparator/>
      </w:r>
    </w:p>
  </w:endnote>
  <w:endnote w:type="continuationNotice" w:id="1">
    <w:p w14:paraId="626CD3AE" w14:textId="77777777" w:rsidR="00747598" w:rsidRDefault="00747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087BA2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77594">
      <w:rPr>
        <w:noProof/>
      </w:rPr>
      <w:t>2023-11-16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2EB69" w14:textId="77777777" w:rsidR="00747598" w:rsidRDefault="00747598">
      <w:r>
        <w:separator/>
      </w:r>
    </w:p>
  </w:footnote>
  <w:footnote w:type="continuationSeparator" w:id="0">
    <w:p w14:paraId="6F95D7BD" w14:textId="77777777" w:rsidR="00747598" w:rsidRDefault="00747598">
      <w:r>
        <w:continuationSeparator/>
      </w:r>
    </w:p>
  </w:footnote>
  <w:footnote w:type="continuationNotice" w:id="1">
    <w:p w14:paraId="3CF1F4BF" w14:textId="77777777" w:rsidR="00747598" w:rsidRDefault="00747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E4F8BC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090136">
      <w:rPr>
        <w:rStyle w:val="Strong"/>
        <w:rFonts w:asciiTheme="minorHAnsi" w:hAnsiTheme="minorHAnsi" w:cstheme="minorHAnsi"/>
        <w:lang w:val="en-GB"/>
      </w:rPr>
      <w:t>25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090136">
      <w:rPr>
        <w:rStyle w:val="Strong"/>
        <w:rFonts w:asciiTheme="minorHAnsi" w:hAnsiTheme="minorHAnsi" w:cstheme="minorHAnsi"/>
        <w:lang w:val="en-GB"/>
      </w:rPr>
      <w:t>G004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090136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154915">
    <w:abstractNumId w:val="1"/>
  </w:num>
  <w:num w:numId="2" w16cid:durableId="1657567014">
    <w:abstractNumId w:val="10"/>
  </w:num>
  <w:num w:numId="3" w16cid:durableId="205410053">
    <w:abstractNumId w:val="11"/>
  </w:num>
  <w:num w:numId="4" w16cid:durableId="1831866095">
    <w:abstractNumId w:val="4"/>
  </w:num>
  <w:num w:numId="5" w16cid:durableId="1138572562">
    <w:abstractNumId w:val="3"/>
  </w:num>
  <w:num w:numId="6" w16cid:durableId="1133476876">
    <w:abstractNumId w:val="7"/>
  </w:num>
  <w:num w:numId="7" w16cid:durableId="965424710">
    <w:abstractNumId w:val="5"/>
  </w:num>
  <w:num w:numId="8" w16cid:durableId="443769011">
    <w:abstractNumId w:val="9"/>
  </w:num>
  <w:num w:numId="9" w16cid:durableId="1906985189">
    <w:abstractNumId w:val="0"/>
  </w:num>
  <w:num w:numId="10" w16cid:durableId="490147604">
    <w:abstractNumId w:val="8"/>
  </w:num>
  <w:num w:numId="11" w16cid:durableId="1986424201">
    <w:abstractNumId w:val="2"/>
  </w:num>
  <w:num w:numId="12" w16cid:durableId="8062369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136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1782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671"/>
    <w:rsid w:val="00196A90"/>
    <w:rsid w:val="0019731E"/>
    <w:rsid w:val="001A10C5"/>
    <w:rsid w:val="001A28B1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594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D5C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BBF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8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598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473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10</cp:revision>
  <cp:lastPrinted>2013-10-18T08:32:00Z</cp:lastPrinted>
  <dcterms:created xsi:type="dcterms:W3CDTF">2020-07-06T12:32:00Z</dcterms:created>
  <dcterms:modified xsi:type="dcterms:W3CDTF">2023-11-15T22:48:00Z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